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3BDEDF" w14:textId="77777777" w:rsidR="007413BF" w:rsidRDefault="007413BF" w:rsidP="007413BF">
      <w:pPr>
        <w:jc w:val="center"/>
        <w:rPr>
          <w:b/>
          <w:u w:val="single"/>
        </w:rPr>
      </w:pPr>
      <w:bookmarkStart w:id="0" w:name="_GoBack"/>
      <w:bookmarkEnd w:id="0"/>
    </w:p>
    <w:p w14:paraId="27E1CE4E" w14:textId="77777777" w:rsidR="007413BF" w:rsidRDefault="007413BF" w:rsidP="007413BF">
      <w:pPr>
        <w:jc w:val="center"/>
        <w:rPr>
          <w:b/>
          <w:u w:val="single"/>
        </w:rPr>
      </w:pPr>
    </w:p>
    <w:p w14:paraId="1CB45025" w14:textId="77777777" w:rsidR="007413BF" w:rsidRDefault="007413BF" w:rsidP="007413BF">
      <w:pPr>
        <w:jc w:val="center"/>
        <w:rPr>
          <w:b/>
          <w:u w:val="single"/>
        </w:rPr>
      </w:pPr>
      <w:r w:rsidRPr="00C15DB1">
        <w:rPr>
          <w:b/>
          <w:u w:val="single"/>
        </w:rPr>
        <w:t>NEW HIRE AND ORIENTATION CHECKLIST</w:t>
      </w:r>
    </w:p>
    <w:p w14:paraId="4C734BB2" w14:textId="77777777" w:rsidR="007413BF" w:rsidRDefault="007413BF" w:rsidP="007413BF">
      <w:pPr>
        <w:jc w:val="center"/>
        <w:rPr>
          <w:b/>
          <w:u w:val="single"/>
        </w:rPr>
      </w:pPr>
    </w:p>
    <w:p w14:paraId="7E2BC49A" w14:textId="77777777" w:rsidR="007413BF" w:rsidRDefault="007413BF" w:rsidP="007413BF">
      <w:pPr>
        <w:rPr>
          <w:b/>
          <w:u w:val="single"/>
        </w:rPr>
      </w:pPr>
    </w:p>
    <w:p w14:paraId="70223916" w14:textId="77777777" w:rsidR="007413BF" w:rsidRDefault="007413BF" w:rsidP="007413BF">
      <w:r>
        <w:tab/>
      </w:r>
    </w:p>
    <w:p w14:paraId="6BF4E59E" w14:textId="77777777" w:rsidR="007413BF" w:rsidRDefault="007413BF" w:rsidP="007413BF">
      <w:r>
        <w:t>I acknowledge that my employer has provided me the following materials as part of the new hire/orientation process:</w:t>
      </w:r>
    </w:p>
    <w:p w14:paraId="2D19DC81" w14:textId="77777777" w:rsidR="007413BF" w:rsidRDefault="007413BF" w:rsidP="007413BF"/>
    <w:p w14:paraId="542D0F50" w14:textId="77777777" w:rsidR="007413BF" w:rsidRDefault="007413BF" w:rsidP="007413BF"/>
    <w:p w14:paraId="5FB150B8" w14:textId="77777777" w:rsidR="007413BF" w:rsidRDefault="007413BF" w:rsidP="007413BF"/>
    <w:p w14:paraId="307288D3" w14:textId="77777777" w:rsidR="007413BF" w:rsidRDefault="007413BF" w:rsidP="007413BF"/>
    <w:p w14:paraId="34F7C24C" w14:textId="77777777" w:rsidR="007413BF" w:rsidRDefault="007413BF" w:rsidP="007413BF">
      <w:r>
        <w:tab/>
      </w:r>
      <w:r>
        <w:tab/>
        <w:t>________</w:t>
      </w:r>
      <w:r>
        <w:tab/>
      </w:r>
      <w:r>
        <w:tab/>
        <w:t>Information Sheet on Sexual Harassment</w:t>
      </w:r>
    </w:p>
    <w:p w14:paraId="1FE5A791" w14:textId="77777777" w:rsidR="007413BF" w:rsidRDefault="007413BF" w:rsidP="007413BF"/>
    <w:p w14:paraId="485A23DE" w14:textId="77777777" w:rsidR="007413BF" w:rsidRDefault="007413BF" w:rsidP="007413BF">
      <w:r>
        <w:tab/>
      </w:r>
      <w:r>
        <w:tab/>
        <w:t>________</w:t>
      </w:r>
      <w:r>
        <w:tab/>
      </w:r>
      <w:r>
        <w:tab/>
        <w:t>Policy Against Unlawful Harassment</w:t>
      </w:r>
    </w:p>
    <w:p w14:paraId="451ECC59" w14:textId="77777777" w:rsidR="007413BF" w:rsidRDefault="007413BF" w:rsidP="007413BF"/>
    <w:p w14:paraId="49923DDC" w14:textId="77777777" w:rsidR="007413BF" w:rsidRDefault="007413BF" w:rsidP="007413BF">
      <w:r>
        <w:tab/>
      </w:r>
      <w:r>
        <w:tab/>
        <w:t>________</w:t>
      </w:r>
      <w:r>
        <w:tab/>
      </w:r>
      <w:r>
        <w:tab/>
        <w:t>Promise To Comply With Anti-Harassment Policy</w:t>
      </w:r>
    </w:p>
    <w:p w14:paraId="0A5BFE5C" w14:textId="77777777" w:rsidR="007413BF" w:rsidRDefault="007413BF" w:rsidP="007413BF"/>
    <w:p w14:paraId="0639D64F" w14:textId="77777777" w:rsidR="007413BF" w:rsidRDefault="007413BF" w:rsidP="007413BF"/>
    <w:p w14:paraId="73DF41BA" w14:textId="77777777" w:rsidR="007413BF" w:rsidRDefault="007413BF" w:rsidP="007413BF"/>
    <w:p w14:paraId="56E98324" w14:textId="77777777" w:rsidR="007413BF" w:rsidRDefault="007413BF" w:rsidP="007413BF"/>
    <w:p w14:paraId="5758DE9C" w14:textId="77777777" w:rsidR="007413BF" w:rsidRDefault="007413BF" w:rsidP="007413BF">
      <w:pPr>
        <w:jc w:val="both"/>
      </w:pPr>
      <w:r>
        <w:tab/>
        <w:t>I agree that I will ready and fully comply with each of the policies described above and the obligations imposed on me by these policies.  I promise that I WILL FULLY COMPLY WITH THE EMPLOYER’S POLICIES AGAINST SEXUAL AND OTHER FORMS OF UNLAWFUL HARASSMENT.  THIS INCLUDES RULES THAT PROHIBIT ME FROM ENGAGING IN UNLAWFUL HARASSMENT AND THE RULES REQUIRING THAT I REPORT ANY VIOLATION OF THE POLICIES IMMEDIATELY IN THE MANNER SPECIFIED BY THOSE POLICIES.</w:t>
      </w:r>
    </w:p>
    <w:p w14:paraId="0760DB0B" w14:textId="77777777" w:rsidR="007413BF" w:rsidRDefault="007413BF" w:rsidP="007413BF">
      <w:pPr>
        <w:jc w:val="both"/>
      </w:pPr>
    </w:p>
    <w:p w14:paraId="29BFFCB4" w14:textId="77777777" w:rsidR="007413BF" w:rsidRDefault="007413BF" w:rsidP="007413BF"/>
    <w:p w14:paraId="454E58B6" w14:textId="77777777" w:rsidR="007413BF" w:rsidRDefault="007413BF" w:rsidP="007413BF"/>
    <w:p w14:paraId="69AE175B" w14:textId="77777777" w:rsidR="007413BF" w:rsidRDefault="007413BF" w:rsidP="007413BF"/>
    <w:p w14:paraId="56C2E4B6" w14:textId="77777777" w:rsidR="007413BF" w:rsidRDefault="007413BF" w:rsidP="007413BF"/>
    <w:p w14:paraId="0DCCEE1D" w14:textId="77777777" w:rsidR="007413BF" w:rsidRDefault="007413BF" w:rsidP="007413BF"/>
    <w:p w14:paraId="09D799C4" w14:textId="77777777" w:rsidR="007413BF" w:rsidRDefault="007413BF" w:rsidP="007413BF"/>
    <w:p w14:paraId="2F32B5C4" w14:textId="77777777" w:rsidR="007413BF" w:rsidRDefault="007413BF" w:rsidP="007413BF"/>
    <w:p w14:paraId="4773F792" w14:textId="77777777" w:rsidR="007413BF" w:rsidRDefault="007413BF" w:rsidP="007413BF">
      <w:r>
        <w:t>_______________________________</w:t>
      </w:r>
      <w:r>
        <w:tab/>
        <w:t xml:space="preserve"> _________________________________   _________________</w:t>
      </w:r>
    </w:p>
    <w:p w14:paraId="46ED6DF0" w14:textId="77777777" w:rsidR="00432AA9" w:rsidRDefault="007413BF" w:rsidP="007413BF">
      <w:pPr>
        <w:tabs>
          <w:tab w:val="left" w:pos="3700"/>
          <w:tab w:val="left" w:pos="4320"/>
          <w:tab w:val="left" w:pos="5040"/>
          <w:tab w:val="left" w:pos="5760"/>
          <w:tab w:val="left" w:pos="7500"/>
        </w:tabs>
        <w:rPr>
          <w:bCs/>
        </w:rPr>
      </w:pPr>
      <w:r>
        <w:t>Employee Name</w:t>
      </w:r>
      <w:r>
        <w:tab/>
        <w:t>Employee Signature</w:t>
      </w:r>
      <w:r>
        <w:tab/>
      </w:r>
      <w:r>
        <w:tab/>
        <w:t>Date</w:t>
      </w:r>
    </w:p>
    <w:p w14:paraId="1D9F581F" w14:textId="77777777" w:rsidR="00432AA9" w:rsidRPr="00432AA9" w:rsidRDefault="00432AA9" w:rsidP="0093565D">
      <w:pPr>
        <w:rPr>
          <w:bCs/>
        </w:rPr>
      </w:pPr>
    </w:p>
    <w:p w14:paraId="05045F21" w14:textId="77777777" w:rsidR="00E85611" w:rsidRPr="00432AA9" w:rsidRDefault="00E85611" w:rsidP="0093565D"/>
    <w:sectPr w:rsidR="00E85611" w:rsidRPr="00432AA9" w:rsidSect="00E36A9F">
      <w:footerReference w:type="default" r:id="rId6"/>
      <w:headerReference w:type="first" r:id="rId7"/>
      <w:pgSz w:w="12240" w:h="15840"/>
      <w:pgMar w:top="1536" w:right="1440" w:bottom="1440" w:left="1440" w:header="27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5A5F2F" w14:textId="77777777" w:rsidR="003A0702" w:rsidRDefault="003A0702" w:rsidP="00891206">
      <w:r>
        <w:separator/>
      </w:r>
    </w:p>
  </w:endnote>
  <w:endnote w:type="continuationSeparator" w:id="0">
    <w:p w14:paraId="3F08D14D" w14:textId="77777777" w:rsidR="003A0702" w:rsidRDefault="003A0702" w:rsidP="00891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2543E" w14:textId="77777777" w:rsidR="000C115C" w:rsidRDefault="000C115C">
    <w:pPr>
      <w:pStyle w:val="Footer"/>
    </w:pPr>
  </w:p>
  <w:p w14:paraId="75C690AF" w14:textId="77777777" w:rsidR="003241F7" w:rsidRDefault="00324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A3E822" w14:textId="77777777" w:rsidR="003A0702" w:rsidRDefault="003A0702" w:rsidP="00891206">
      <w:r>
        <w:separator/>
      </w:r>
    </w:p>
  </w:footnote>
  <w:footnote w:type="continuationSeparator" w:id="0">
    <w:p w14:paraId="2F8A68FF" w14:textId="77777777" w:rsidR="003A0702" w:rsidRDefault="003A0702" w:rsidP="008912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3B198" w14:textId="77777777" w:rsidR="002E4707" w:rsidRDefault="002E4707" w:rsidP="00891206">
    <w:pPr>
      <w:pStyle w:val="Header"/>
      <w:jc w:val="center"/>
      <w:rPr>
        <w:rFonts w:ascii="Calibri" w:hAnsi="Calibri"/>
        <w:b/>
        <w:sz w:val="10"/>
        <w:szCs w:val="10"/>
      </w:rPr>
    </w:pPr>
  </w:p>
  <w:p w14:paraId="6510ED15" w14:textId="77777777" w:rsidR="00891206" w:rsidRDefault="00837CD7" w:rsidP="00361C67">
    <w:pPr>
      <w:pStyle w:val="Header"/>
      <w:ind w:left="-270"/>
      <w:jc w:val="center"/>
    </w:pPr>
    <w:r>
      <w:rPr>
        <w:noProof/>
      </w:rPr>
      <w:drawing>
        <wp:inline distT="0" distB="0" distL="0" distR="0" wp14:anchorId="48FA8742" wp14:editId="4E23C239">
          <wp:extent cx="6419850" cy="1457325"/>
          <wp:effectExtent l="0" t="0" r="0" b="9525"/>
          <wp:docPr id="1" name="Picture 1" descr="LETTERHEAD 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 3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9850" cy="1457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CD7"/>
    <w:rsid w:val="00003DC2"/>
    <w:rsid w:val="00007309"/>
    <w:rsid w:val="00050A59"/>
    <w:rsid w:val="000C115C"/>
    <w:rsid w:val="000E1299"/>
    <w:rsid w:val="00173318"/>
    <w:rsid w:val="001B54DB"/>
    <w:rsid w:val="001E021C"/>
    <w:rsid w:val="0020240D"/>
    <w:rsid w:val="00222765"/>
    <w:rsid w:val="0023383F"/>
    <w:rsid w:val="00234E58"/>
    <w:rsid w:val="0025104B"/>
    <w:rsid w:val="00294E9A"/>
    <w:rsid w:val="002A0B67"/>
    <w:rsid w:val="002B17D5"/>
    <w:rsid w:val="002E4707"/>
    <w:rsid w:val="00315215"/>
    <w:rsid w:val="003241F7"/>
    <w:rsid w:val="00327E20"/>
    <w:rsid w:val="00361C67"/>
    <w:rsid w:val="003A0702"/>
    <w:rsid w:val="003A5DFF"/>
    <w:rsid w:val="003D5CA4"/>
    <w:rsid w:val="004170A4"/>
    <w:rsid w:val="00432AA9"/>
    <w:rsid w:val="004B4615"/>
    <w:rsid w:val="004E4DDB"/>
    <w:rsid w:val="004F70DD"/>
    <w:rsid w:val="005363B3"/>
    <w:rsid w:val="00583420"/>
    <w:rsid w:val="005A30D2"/>
    <w:rsid w:val="006C4B74"/>
    <w:rsid w:val="007413BF"/>
    <w:rsid w:val="007854AE"/>
    <w:rsid w:val="007B1A2D"/>
    <w:rsid w:val="00802A87"/>
    <w:rsid w:val="00837CD7"/>
    <w:rsid w:val="00855052"/>
    <w:rsid w:val="00891206"/>
    <w:rsid w:val="00893FD0"/>
    <w:rsid w:val="008A0849"/>
    <w:rsid w:val="008A6C73"/>
    <w:rsid w:val="008F1C5D"/>
    <w:rsid w:val="00906FFD"/>
    <w:rsid w:val="0093565D"/>
    <w:rsid w:val="00955049"/>
    <w:rsid w:val="009A7A58"/>
    <w:rsid w:val="009B1B0D"/>
    <w:rsid w:val="009D48FF"/>
    <w:rsid w:val="00A1188A"/>
    <w:rsid w:val="00A33FFE"/>
    <w:rsid w:val="00A44B6C"/>
    <w:rsid w:val="00A74BDA"/>
    <w:rsid w:val="00A7621F"/>
    <w:rsid w:val="00AC071C"/>
    <w:rsid w:val="00AC784C"/>
    <w:rsid w:val="00B65259"/>
    <w:rsid w:val="00B81799"/>
    <w:rsid w:val="00B84A6A"/>
    <w:rsid w:val="00BB7521"/>
    <w:rsid w:val="00BC00F4"/>
    <w:rsid w:val="00BC7909"/>
    <w:rsid w:val="00BD5301"/>
    <w:rsid w:val="00C04E45"/>
    <w:rsid w:val="00C32FD0"/>
    <w:rsid w:val="00C676C8"/>
    <w:rsid w:val="00CA3964"/>
    <w:rsid w:val="00CD1284"/>
    <w:rsid w:val="00D17FE9"/>
    <w:rsid w:val="00D42D8B"/>
    <w:rsid w:val="00DA52DA"/>
    <w:rsid w:val="00DB798D"/>
    <w:rsid w:val="00DC7D60"/>
    <w:rsid w:val="00DD546C"/>
    <w:rsid w:val="00DE6A97"/>
    <w:rsid w:val="00DF7644"/>
    <w:rsid w:val="00E36A9F"/>
    <w:rsid w:val="00E655CA"/>
    <w:rsid w:val="00E819F8"/>
    <w:rsid w:val="00E85611"/>
    <w:rsid w:val="00ED0C2B"/>
    <w:rsid w:val="00EE35CE"/>
    <w:rsid w:val="00F35A01"/>
    <w:rsid w:val="00F8404B"/>
    <w:rsid w:val="00FA5C5D"/>
    <w:rsid w:val="00FA6826"/>
    <w:rsid w:val="00FF5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EA1F98"/>
  <w15:docId w15:val="{E624A032-D5B4-4981-8E16-324131E77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Book Antiqua" w:eastAsia="Calibri" w:hAnsi="Book Antiqu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11"/>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206"/>
    <w:pPr>
      <w:tabs>
        <w:tab w:val="center" w:pos="4680"/>
        <w:tab w:val="right" w:pos="9360"/>
      </w:tabs>
    </w:pPr>
  </w:style>
  <w:style w:type="character" w:customStyle="1" w:styleId="HeaderChar">
    <w:name w:val="Header Char"/>
    <w:basedOn w:val="DefaultParagraphFont"/>
    <w:link w:val="Header"/>
    <w:uiPriority w:val="99"/>
    <w:rsid w:val="00891206"/>
  </w:style>
  <w:style w:type="paragraph" w:styleId="Footer">
    <w:name w:val="footer"/>
    <w:basedOn w:val="Normal"/>
    <w:link w:val="FooterChar"/>
    <w:uiPriority w:val="99"/>
    <w:unhideWhenUsed/>
    <w:rsid w:val="00891206"/>
    <w:pPr>
      <w:tabs>
        <w:tab w:val="center" w:pos="4680"/>
        <w:tab w:val="right" w:pos="9360"/>
      </w:tabs>
    </w:pPr>
  </w:style>
  <w:style w:type="character" w:customStyle="1" w:styleId="FooterChar">
    <w:name w:val="Footer Char"/>
    <w:basedOn w:val="DefaultParagraphFont"/>
    <w:link w:val="Footer"/>
    <w:uiPriority w:val="99"/>
    <w:rsid w:val="00891206"/>
  </w:style>
  <w:style w:type="table" w:styleId="TableGrid">
    <w:name w:val="Table Grid"/>
    <w:basedOn w:val="TableNormal"/>
    <w:uiPriority w:val="59"/>
    <w:rsid w:val="00891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5259"/>
    <w:rPr>
      <w:color w:val="0000FF"/>
      <w:u w:val="single"/>
    </w:rPr>
  </w:style>
  <w:style w:type="paragraph" w:styleId="BalloonText">
    <w:name w:val="Balloon Text"/>
    <w:basedOn w:val="Normal"/>
    <w:link w:val="BalloonTextChar"/>
    <w:uiPriority w:val="99"/>
    <w:semiHidden/>
    <w:unhideWhenUsed/>
    <w:rsid w:val="00ED0C2B"/>
    <w:rPr>
      <w:rFonts w:ascii="Tahoma" w:hAnsi="Tahoma" w:cs="Tahoma"/>
      <w:sz w:val="16"/>
      <w:szCs w:val="16"/>
    </w:rPr>
  </w:style>
  <w:style w:type="character" w:customStyle="1" w:styleId="BalloonTextChar">
    <w:name w:val="Balloon Text Char"/>
    <w:basedOn w:val="DefaultParagraphFont"/>
    <w:link w:val="BalloonText"/>
    <w:uiPriority w:val="99"/>
    <w:semiHidden/>
    <w:rsid w:val="00ED0C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2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Dropbox\NON%20CASE-RELATED%20DATA\NASI%20FORMS\NASI%20LETTERHEAD%20(DOU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NASI LETTERHEAD (DOUG)</Template>
  <TotalTime>0</TotalTime>
  <Pages>1</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915</CharactersWithSpaces>
  <SharedDoc>false</SharedDoc>
  <HLinks>
    <vt:vector size="12" baseType="variant">
      <vt:variant>
        <vt:i4>1310833</vt:i4>
      </vt:variant>
      <vt:variant>
        <vt:i4>9</vt:i4>
      </vt:variant>
      <vt:variant>
        <vt:i4>0</vt:i4>
      </vt:variant>
      <vt:variant>
        <vt:i4>5</vt:i4>
      </vt:variant>
      <vt:variant>
        <vt:lpwstr>mailto:Info@NASI-PI.com</vt:lpwstr>
      </vt:variant>
      <vt:variant>
        <vt:lpwstr/>
      </vt:variant>
      <vt:variant>
        <vt:i4>8126569</vt:i4>
      </vt:variant>
      <vt:variant>
        <vt:i4>6</vt:i4>
      </vt:variant>
      <vt:variant>
        <vt:i4>0</vt:i4>
      </vt:variant>
      <vt:variant>
        <vt:i4>5</vt:i4>
      </vt:variant>
      <vt:variant>
        <vt:lpwstr>http://www.nasi-pi.com/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Sherry</cp:lastModifiedBy>
  <cp:revision>2</cp:revision>
  <cp:lastPrinted>2011-03-12T21:41:00Z</cp:lastPrinted>
  <dcterms:created xsi:type="dcterms:W3CDTF">2020-03-24T23:35:00Z</dcterms:created>
  <dcterms:modified xsi:type="dcterms:W3CDTF">2020-03-24T23:35:00Z</dcterms:modified>
</cp:coreProperties>
</file>